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413A4B34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1E511C">
        <w:rPr>
          <w:rFonts w:ascii="Segoe Print" w:hAnsi="Segoe Print"/>
          <w:b/>
          <w:sz w:val="24"/>
        </w:rPr>
        <w:t>10.</w:t>
      </w:r>
      <w:r w:rsidR="00B96458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B500545" w14:textId="466FD51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567"/>
        <w:gridCol w:w="5386"/>
      </w:tblGrid>
      <w:tr w:rsidR="00E20822" w:rsidRPr="000A63AF" w14:paraId="1F0DD5D9" w14:textId="77777777" w:rsidTr="005C5905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3827" w:type="dxa"/>
            <w:tcBorders>
              <w:left w:val="nil"/>
            </w:tcBorders>
          </w:tcPr>
          <w:p w14:paraId="5B20433B" w14:textId="77777777" w:rsidR="0095325A" w:rsidRPr="00603453" w:rsidRDefault="0095325A" w:rsidP="0060345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603453">
              <w:rPr>
                <w:rFonts w:ascii="Century Gothic" w:hAnsi="Century Gothic" w:cs="Tahoma"/>
              </w:rPr>
              <w:t>A map is drawn with the scale 1</w:t>
            </w:r>
            <w:proofErr w:type="gramStart"/>
            <w:r w:rsidRPr="00603453">
              <w:rPr>
                <w:rFonts w:ascii="Century Gothic" w:hAnsi="Century Gothic" w:cs="Tahoma"/>
              </w:rPr>
              <w:t>cm :</w:t>
            </w:r>
            <w:proofErr w:type="gramEnd"/>
            <w:r w:rsidRPr="00603453">
              <w:rPr>
                <w:rFonts w:ascii="Century Gothic" w:hAnsi="Century Gothic" w:cs="Tahoma"/>
              </w:rPr>
              <w:t xml:space="preserve"> 5km.  </w:t>
            </w:r>
          </w:p>
          <w:p w14:paraId="094D08F0" w14:textId="27DC1398" w:rsidR="00E20822" w:rsidRPr="00603453" w:rsidRDefault="005C5905" w:rsidP="00603453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603453">
              <w:rPr>
                <w:rFonts w:ascii="Century Gothic" w:hAnsi="Century Gothic" w:cs="Tahoma"/>
              </w:rPr>
              <w:t>What is the distance on the map if the actual distance is 45km?</w:t>
            </w:r>
          </w:p>
        </w:tc>
        <w:tc>
          <w:tcPr>
            <w:tcW w:w="567" w:type="dxa"/>
            <w:tcBorders>
              <w:right w:val="nil"/>
            </w:tcBorders>
          </w:tcPr>
          <w:p w14:paraId="6B5C91B0" w14:textId="77777777" w:rsidR="00E20822" w:rsidRPr="00603453" w:rsidRDefault="0064471D" w:rsidP="0060345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603453">
              <w:rPr>
                <w:rFonts w:ascii="Century Gothic" w:hAnsi="Century Gothic"/>
              </w:rPr>
              <w:t>2)</w:t>
            </w:r>
          </w:p>
        </w:tc>
        <w:tc>
          <w:tcPr>
            <w:tcW w:w="5386" w:type="dxa"/>
            <w:tcBorders>
              <w:left w:val="nil"/>
            </w:tcBorders>
          </w:tcPr>
          <w:p w14:paraId="62875CB8" w14:textId="77777777" w:rsidR="00BA7CD3" w:rsidRPr="00603453" w:rsidRDefault="00BA7CD3" w:rsidP="0060345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603453">
              <w:rPr>
                <w:rFonts w:ascii="Century Gothic" w:hAnsi="Century Gothic" w:cs="Tahoma"/>
              </w:rPr>
              <w:t xml:space="preserve">The letters in BREAD AND BUTTER are written on pieces of card and put in a box.  What is the probability of picking </w:t>
            </w:r>
            <w:proofErr w:type="gramStart"/>
            <w:r w:rsidRPr="00603453">
              <w:rPr>
                <w:rFonts w:ascii="Century Gothic" w:hAnsi="Century Gothic" w:cs="Tahoma"/>
              </w:rPr>
              <w:t>out:</w:t>
            </w:r>
            <w:proofErr w:type="gramEnd"/>
          </w:p>
          <w:p w14:paraId="7DFCED6F" w14:textId="77777777" w:rsidR="00BA7CD3" w:rsidRPr="00603453" w:rsidRDefault="00BA7CD3" w:rsidP="00603453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Century Gothic" w:hAnsi="Century Gothic" w:cs="Tahoma"/>
                <w:sz w:val="22"/>
                <w:szCs w:val="22"/>
              </w:rPr>
            </w:pPr>
            <w:r w:rsidRPr="00603453">
              <w:rPr>
                <w:rFonts w:ascii="Century Gothic" w:hAnsi="Century Gothic" w:cs="Tahoma"/>
                <w:sz w:val="22"/>
                <w:szCs w:val="22"/>
              </w:rPr>
              <w:t>a B</w:t>
            </w:r>
            <w:r w:rsidRPr="00603453">
              <w:rPr>
                <w:rFonts w:ascii="Century Gothic" w:hAnsi="Century Gothic" w:cs="Tahoma"/>
                <w:sz w:val="22"/>
                <w:szCs w:val="22"/>
              </w:rPr>
              <w:br/>
            </w:r>
          </w:p>
          <w:p w14:paraId="6B2DBF6C" w14:textId="77777777" w:rsidR="00BA7CD3" w:rsidRPr="00603453" w:rsidRDefault="00BA7CD3" w:rsidP="00603453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Century Gothic" w:hAnsi="Century Gothic" w:cs="Tahoma"/>
                <w:sz w:val="22"/>
                <w:szCs w:val="22"/>
              </w:rPr>
            </w:pPr>
            <w:r w:rsidRPr="00603453">
              <w:rPr>
                <w:rFonts w:ascii="Century Gothic" w:hAnsi="Century Gothic" w:cs="Tahoma"/>
                <w:sz w:val="22"/>
                <w:szCs w:val="22"/>
              </w:rPr>
              <w:t>a vowel</w:t>
            </w:r>
          </w:p>
          <w:p w14:paraId="594DF71C" w14:textId="2B39C6AB" w:rsidR="00E20822" w:rsidRPr="00603453" w:rsidRDefault="00E20822" w:rsidP="00603453">
            <w:pPr>
              <w:pStyle w:val="ListParagraph"/>
              <w:spacing w:before="120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  <w:tr w:rsidR="00E20822" w:rsidRPr="00C240D5" w14:paraId="2FAB904D" w14:textId="77777777" w:rsidTr="005C5905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</w:tcBorders>
          </w:tcPr>
          <w:p w14:paraId="3845EB95" w14:textId="19EA290A" w:rsidR="00E20822" w:rsidRPr="00603453" w:rsidRDefault="00AD3264" w:rsidP="0060345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603453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eastAsia="Calibri" w:hAnsi="Cambria Math" w:cs="Tahoma"/>
                  <w:color w:val="000000" w:themeColor="text1"/>
                  <w:kern w:val="24"/>
                </w:rPr>
                <m:t>3x-7=11</m:t>
              </m:r>
            </m:oMath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603453" w:rsidRDefault="0064471D" w:rsidP="0060345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603453">
              <w:rPr>
                <w:rFonts w:ascii="Century Gothic" w:hAnsi="Century Gothic"/>
              </w:rPr>
              <w:t>4)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4FEF7014" w14:textId="13286180" w:rsidR="00E20822" w:rsidRPr="00603453" w:rsidRDefault="00325E6D" w:rsidP="0060345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603453">
              <w:rPr>
                <w:rFonts w:ascii="Century Gothic" w:eastAsiaTheme="minorEastAsia" w:hAnsi="Century Gothic" w:cs="Tahoma"/>
                <w:noProof/>
              </w:rPr>
              <w:t>What is 10% of £</w:t>
            </w:r>
            <w:r w:rsidR="00C11495" w:rsidRPr="00603453">
              <w:rPr>
                <w:rFonts w:ascii="Century Gothic" w:eastAsiaTheme="minorEastAsia" w:hAnsi="Century Gothic" w:cs="Tahoma"/>
                <w:noProof/>
              </w:rPr>
              <w:t>55</w:t>
            </w:r>
          </w:p>
        </w:tc>
      </w:tr>
      <w:tr w:rsidR="00E20822" w:rsidRPr="00C240D5" w14:paraId="44B9DE2A" w14:textId="77777777" w:rsidTr="00AD04E8">
        <w:trPr>
          <w:trHeight w:val="2139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75D72BA" w14:textId="77777777" w:rsidR="008B0E29" w:rsidRPr="00603453" w:rsidRDefault="008B0E29" w:rsidP="00603453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603453">
              <w:rPr>
                <w:rFonts w:ascii="Century Gothic" w:hAnsi="Century Gothic" w:cs="Tahoma"/>
                <w:noProof/>
              </w:rPr>
              <w:t xml:space="preserve">Calculate the hypotenuse </w:t>
            </w:r>
          </w:p>
          <w:p w14:paraId="49831498" w14:textId="6D286C78" w:rsidR="007E2C1A" w:rsidRPr="00603453" w:rsidRDefault="00603453" w:rsidP="00603453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603453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3B4D7BA4">
                  <wp:simplePos x="0" y="0"/>
                  <wp:positionH relativeFrom="column">
                    <wp:posOffset>5715574</wp:posOffset>
                  </wp:positionH>
                  <wp:positionV relativeFrom="paragraph">
                    <wp:posOffset>834139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3453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2EFD7139" wp14:editId="04794041">
                  <wp:extent cx="1401445" cy="926465"/>
                  <wp:effectExtent l="0" t="0" r="8255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926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3B2442A4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p w14:paraId="3D7CD9CD" w14:textId="77777777" w:rsidR="00603453" w:rsidRDefault="00603453" w:rsidP="00603453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359F8DA9" wp14:editId="450A590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6" name="Picture 2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3906FFB2" wp14:editId="5C8C1D7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10.2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79BC65CF" w14:textId="77777777" w:rsidR="00603453" w:rsidRDefault="00603453" w:rsidP="00603453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567"/>
        <w:gridCol w:w="5386"/>
      </w:tblGrid>
      <w:tr w:rsidR="00603453" w:rsidRPr="000A63AF" w14:paraId="01DD66D2" w14:textId="77777777" w:rsidTr="00EA5960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B9ABC52" w14:textId="77777777" w:rsidR="00603453" w:rsidRPr="00C240D5" w:rsidRDefault="0060345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3827" w:type="dxa"/>
            <w:tcBorders>
              <w:left w:val="nil"/>
            </w:tcBorders>
          </w:tcPr>
          <w:p w14:paraId="0A377507" w14:textId="77777777" w:rsidR="00603453" w:rsidRPr="00603453" w:rsidRDefault="0060345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603453">
              <w:rPr>
                <w:rFonts w:ascii="Century Gothic" w:hAnsi="Century Gothic" w:cs="Tahoma"/>
              </w:rPr>
              <w:t>A map is drawn with the scale 1</w:t>
            </w:r>
            <w:proofErr w:type="gramStart"/>
            <w:r w:rsidRPr="00603453">
              <w:rPr>
                <w:rFonts w:ascii="Century Gothic" w:hAnsi="Century Gothic" w:cs="Tahoma"/>
              </w:rPr>
              <w:t>cm :</w:t>
            </w:r>
            <w:proofErr w:type="gramEnd"/>
            <w:r w:rsidRPr="00603453">
              <w:rPr>
                <w:rFonts w:ascii="Century Gothic" w:hAnsi="Century Gothic" w:cs="Tahoma"/>
              </w:rPr>
              <w:t xml:space="preserve"> 5km.  </w:t>
            </w:r>
          </w:p>
          <w:p w14:paraId="0C913BDA" w14:textId="77777777" w:rsidR="00603453" w:rsidRPr="00603453" w:rsidRDefault="00603453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603453">
              <w:rPr>
                <w:rFonts w:ascii="Century Gothic" w:hAnsi="Century Gothic" w:cs="Tahoma"/>
              </w:rPr>
              <w:t>What is the distance on the map if the actual distance is 45km?</w:t>
            </w:r>
          </w:p>
        </w:tc>
        <w:tc>
          <w:tcPr>
            <w:tcW w:w="567" w:type="dxa"/>
            <w:tcBorders>
              <w:right w:val="nil"/>
            </w:tcBorders>
          </w:tcPr>
          <w:p w14:paraId="3AB1D76A" w14:textId="77777777" w:rsidR="00603453" w:rsidRPr="00603453" w:rsidRDefault="0060345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603453">
              <w:rPr>
                <w:rFonts w:ascii="Century Gothic" w:hAnsi="Century Gothic"/>
              </w:rPr>
              <w:t>2)</w:t>
            </w:r>
          </w:p>
        </w:tc>
        <w:tc>
          <w:tcPr>
            <w:tcW w:w="5386" w:type="dxa"/>
            <w:tcBorders>
              <w:left w:val="nil"/>
            </w:tcBorders>
          </w:tcPr>
          <w:p w14:paraId="53A1C058" w14:textId="77777777" w:rsidR="00603453" w:rsidRPr="00603453" w:rsidRDefault="0060345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603453">
              <w:rPr>
                <w:rFonts w:ascii="Century Gothic" w:hAnsi="Century Gothic" w:cs="Tahoma"/>
              </w:rPr>
              <w:t xml:space="preserve">The letters in BREAD AND BUTTER are written on pieces of card and put in a box.  What is the probability of picking </w:t>
            </w:r>
            <w:proofErr w:type="gramStart"/>
            <w:r w:rsidRPr="00603453">
              <w:rPr>
                <w:rFonts w:ascii="Century Gothic" w:hAnsi="Century Gothic" w:cs="Tahoma"/>
              </w:rPr>
              <w:t>out:</w:t>
            </w:r>
            <w:proofErr w:type="gramEnd"/>
          </w:p>
          <w:p w14:paraId="7F5CCAB4" w14:textId="77777777" w:rsidR="00603453" w:rsidRPr="00603453" w:rsidRDefault="00603453" w:rsidP="00603453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Century Gothic" w:hAnsi="Century Gothic" w:cs="Tahoma"/>
                <w:sz w:val="22"/>
                <w:szCs w:val="22"/>
              </w:rPr>
            </w:pPr>
            <w:r w:rsidRPr="00603453">
              <w:rPr>
                <w:rFonts w:ascii="Century Gothic" w:hAnsi="Century Gothic" w:cs="Tahoma"/>
                <w:sz w:val="22"/>
                <w:szCs w:val="22"/>
              </w:rPr>
              <w:t>a B</w:t>
            </w:r>
            <w:r w:rsidRPr="00603453">
              <w:rPr>
                <w:rFonts w:ascii="Century Gothic" w:hAnsi="Century Gothic" w:cs="Tahoma"/>
                <w:sz w:val="22"/>
                <w:szCs w:val="22"/>
              </w:rPr>
              <w:br/>
            </w:r>
          </w:p>
          <w:p w14:paraId="25D95A52" w14:textId="77777777" w:rsidR="00603453" w:rsidRPr="00603453" w:rsidRDefault="00603453" w:rsidP="00603453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Century Gothic" w:hAnsi="Century Gothic" w:cs="Tahoma"/>
                <w:sz w:val="22"/>
                <w:szCs w:val="22"/>
              </w:rPr>
            </w:pPr>
            <w:r w:rsidRPr="00603453">
              <w:rPr>
                <w:rFonts w:ascii="Century Gothic" w:hAnsi="Century Gothic" w:cs="Tahoma"/>
                <w:sz w:val="22"/>
                <w:szCs w:val="22"/>
              </w:rPr>
              <w:t>a vowel</w:t>
            </w:r>
          </w:p>
          <w:p w14:paraId="1E6ACA3E" w14:textId="77777777" w:rsidR="00603453" w:rsidRPr="00603453" w:rsidRDefault="00603453" w:rsidP="00EA5960">
            <w:pPr>
              <w:pStyle w:val="ListParagraph"/>
              <w:spacing w:before="120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  <w:tr w:rsidR="00603453" w:rsidRPr="00C240D5" w14:paraId="649899EC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5BE45E8" w14:textId="77777777" w:rsidR="00603453" w:rsidRPr="00C240D5" w:rsidRDefault="0060345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</w:tcBorders>
          </w:tcPr>
          <w:p w14:paraId="0F8C90EE" w14:textId="77777777" w:rsidR="00603453" w:rsidRPr="00603453" w:rsidRDefault="0060345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603453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eastAsia="Calibri" w:hAnsi="Cambria Math" w:cs="Tahoma"/>
                  <w:color w:val="000000" w:themeColor="text1"/>
                  <w:kern w:val="24"/>
                </w:rPr>
                <m:t>3x-7=11</m:t>
              </m:r>
            </m:oMath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1EA0B50F" w14:textId="77777777" w:rsidR="00603453" w:rsidRPr="00603453" w:rsidRDefault="0060345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603453">
              <w:rPr>
                <w:rFonts w:ascii="Century Gothic" w:hAnsi="Century Gothic"/>
              </w:rPr>
              <w:t>4)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164EB594" w14:textId="77777777" w:rsidR="00603453" w:rsidRPr="00603453" w:rsidRDefault="0060345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603453">
              <w:rPr>
                <w:rFonts w:ascii="Century Gothic" w:eastAsiaTheme="minorEastAsia" w:hAnsi="Century Gothic" w:cs="Tahoma"/>
                <w:noProof/>
              </w:rPr>
              <w:t>What is 10% of £55</w:t>
            </w:r>
          </w:p>
        </w:tc>
      </w:tr>
      <w:tr w:rsidR="00603453" w:rsidRPr="00C240D5" w14:paraId="013A5370" w14:textId="77777777" w:rsidTr="00EA5960">
        <w:trPr>
          <w:trHeight w:val="2139"/>
        </w:trPr>
        <w:tc>
          <w:tcPr>
            <w:tcW w:w="421" w:type="dxa"/>
            <w:tcBorders>
              <w:right w:val="nil"/>
            </w:tcBorders>
          </w:tcPr>
          <w:p w14:paraId="4D55E48D" w14:textId="77777777" w:rsidR="00603453" w:rsidRPr="00C240D5" w:rsidRDefault="0060345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32DCBB0" w14:textId="77777777" w:rsidR="00603453" w:rsidRPr="00603453" w:rsidRDefault="00603453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603453">
              <w:rPr>
                <w:rFonts w:ascii="Century Gothic" w:hAnsi="Century Gothic" w:cs="Tahoma"/>
                <w:noProof/>
              </w:rPr>
              <w:t xml:space="preserve">Calculate the hypotenuse </w:t>
            </w:r>
          </w:p>
          <w:p w14:paraId="3EEC104E" w14:textId="77777777" w:rsidR="00603453" w:rsidRPr="00603453" w:rsidRDefault="00603453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603453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0652405C" wp14:editId="1C7BC7C4">
                  <wp:simplePos x="0" y="0"/>
                  <wp:positionH relativeFrom="column">
                    <wp:posOffset>5715574</wp:posOffset>
                  </wp:positionH>
                  <wp:positionV relativeFrom="paragraph">
                    <wp:posOffset>834139</wp:posOffset>
                  </wp:positionV>
                  <wp:extent cx="572188" cy="401760"/>
                  <wp:effectExtent l="0" t="0" r="0" b="508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3453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53AB6279" wp14:editId="70EDA59A">
                  <wp:extent cx="1401445" cy="926465"/>
                  <wp:effectExtent l="0" t="0" r="8255" b="698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926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D54AF" w14:textId="77777777" w:rsidR="00666176" w:rsidRDefault="00666176" w:rsidP="00831D41">
      <w:pPr>
        <w:spacing w:after="120"/>
        <w:ind w:firstLine="720"/>
        <w:rPr>
          <w:rFonts w:ascii="Kristen ITC" w:hAnsi="Kristen ITC"/>
          <w:b/>
        </w:rPr>
      </w:pPr>
      <w:bookmarkStart w:id="0" w:name="_GoBack"/>
      <w:bookmarkEnd w:id="0"/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826B9"/>
    <w:rsid w:val="000A43CA"/>
    <w:rsid w:val="000A63AF"/>
    <w:rsid w:val="000B420F"/>
    <w:rsid w:val="000F6BFE"/>
    <w:rsid w:val="001826A9"/>
    <w:rsid w:val="001A1D1C"/>
    <w:rsid w:val="001E511C"/>
    <w:rsid w:val="00213C21"/>
    <w:rsid w:val="00293BEA"/>
    <w:rsid w:val="00296DE9"/>
    <w:rsid w:val="002B63A6"/>
    <w:rsid w:val="002D5D86"/>
    <w:rsid w:val="00325E6D"/>
    <w:rsid w:val="00333535"/>
    <w:rsid w:val="0037571F"/>
    <w:rsid w:val="003F51D8"/>
    <w:rsid w:val="00461E42"/>
    <w:rsid w:val="0049275B"/>
    <w:rsid w:val="00505FC9"/>
    <w:rsid w:val="00525119"/>
    <w:rsid w:val="005571E9"/>
    <w:rsid w:val="005C5905"/>
    <w:rsid w:val="00603453"/>
    <w:rsid w:val="0064471D"/>
    <w:rsid w:val="00666176"/>
    <w:rsid w:val="006C37E5"/>
    <w:rsid w:val="006E5C4D"/>
    <w:rsid w:val="006F185A"/>
    <w:rsid w:val="00705472"/>
    <w:rsid w:val="00712C99"/>
    <w:rsid w:val="00766A10"/>
    <w:rsid w:val="007B4226"/>
    <w:rsid w:val="007E2C1A"/>
    <w:rsid w:val="007F06CD"/>
    <w:rsid w:val="00831D41"/>
    <w:rsid w:val="008B0E29"/>
    <w:rsid w:val="0090117B"/>
    <w:rsid w:val="009118B1"/>
    <w:rsid w:val="0095325A"/>
    <w:rsid w:val="0099142F"/>
    <w:rsid w:val="009D6BD1"/>
    <w:rsid w:val="00AD04E8"/>
    <w:rsid w:val="00AD3264"/>
    <w:rsid w:val="00AD3C1A"/>
    <w:rsid w:val="00B96458"/>
    <w:rsid w:val="00BA7CD3"/>
    <w:rsid w:val="00BE22E8"/>
    <w:rsid w:val="00BE7AC9"/>
    <w:rsid w:val="00C11495"/>
    <w:rsid w:val="00C240D5"/>
    <w:rsid w:val="00C41860"/>
    <w:rsid w:val="00C52126"/>
    <w:rsid w:val="00D26238"/>
    <w:rsid w:val="00D51195"/>
    <w:rsid w:val="00D657D6"/>
    <w:rsid w:val="00DB511B"/>
    <w:rsid w:val="00E20822"/>
    <w:rsid w:val="00E7749A"/>
    <w:rsid w:val="00E907F4"/>
    <w:rsid w:val="00EC4CCA"/>
    <w:rsid w:val="00F11D9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2019-05-30T13:49:00Z</dcterms:created>
  <dcterms:modified xsi:type="dcterms:W3CDTF">2019-05-30T13:51:00Z</dcterms:modified>
</cp:coreProperties>
</file>